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63" w:rsidRPr="000D6682" w:rsidRDefault="00CA2063">
      <w:pPr>
        <w:pStyle w:val="Titolo"/>
        <w:jc w:val="right"/>
        <w:rPr>
          <w:rFonts w:ascii="Calibri" w:hAnsi="Calibri" w:cs="Tahoma"/>
          <w:i w:val="0"/>
          <w:iCs w:val="0"/>
          <w:sz w:val="16"/>
          <w:szCs w:val="16"/>
        </w:rPr>
      </w:pPr>
      <w:r w:rsidRPr="000D6682">
        <w:rPr>
          <w:rFonts w:ascii="Calibri" w:hAnsi="Calibri" w:cs="Tahoma"/>
          <w:i w:val="0"/>
          <w:iCs w:val="0"/>
          <w:sz w:val="16"/>
          <w:szCs w:val="16"/>
          <w:u w:val="single"/>
        </w:rPr>
        <w:t>Allegato 1</w:t>
      </w:r>
      <w:r w:rsidRPr="000D6682">
        <w:rPr>
          <w:rFonts w:ascii="Calibri" w:hAnsi="Calibri" w:cs="Tahoma"/>
          <w:i w:val="0"/>
          <w:iCs w:val="0"/>
          <w:sz w:val="16"/>
          <w:szCs w:val="16"/>
        </w:rPr>
        <w:t xml:space="preserve"> al MODULO di RICHIESTA ORGANIZ</w:t>
      </w:r>
      <w:r w:rsidR="00906864">
        <w:rPr>
          <w:rFonts w:ascii="Calibri" w:hAnsi="Calibri" w:cs="Tahoma"/>
          <w:i w:val="0"/>
          <w:iCs w:val="0"/>
          <w:sz w:val="16"/>
          <w:szCs w:val="16"/>
        </w:rPr>
        <w:t>ZAZIONE CAMPIONATI FEDERALI</w:t>
      </w:r>
    </w:p>
    <w:p w:rsidR="00FC103C" w:rsidRPr="000D6682" w:rsidRDefault="00FC103C">
      <w:pPr>
        <w:pStyle w:val="Titolo"/>
        <w:jc w:val="right"/>
        <w:rPr>
          <w:rFonts w:ascii="Calibri" w:hAnsi="Calibri" w:cs="Tahoma"/>
          <w:i w:val="0"/>
          <w:iCs w:val="0"/>
          <w:color w:val="FF0000"/>
          <w:sz w:val="8"/>
          <w:szCs w:val="8"/>
        </w:rPr>
      </w:pPr>
    </w:p>
    <w:p w:rsidR="00CA2063" w:rsidRPr="004F37EB" w:rsidRDefault="00CA2063" w:rsidP="0023475D">
      <w:pPr>
        <w:pStyle w:val="Titolo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rPr>
          <w:rFonts w:ascii="Calibri" w:hAnsi="Calibri"/>
          <w:i w:val="0"/>
          <w:szCs w:val="22"/>
        </w:rPr>
      </w:pPr>
      <w:r w:rsidRPr="004F37EB">
        <w:rPr>
          <w:rFonts w:ascii="Calibri" w:hAnsi="Calibri"/>
          <w:i w:val="0"/>
          <w:szCs w:val="22"/>
        </w:rPr>
        <w:t>DICHIARAZIONE  DI IMP</w:t>
      </w:r>
      <w:r w:rsidR="00036D7B" w:rsidRPr="004F37EB">
        <w:rPr>
          <w:rFonts w:ascii="Calibri" w:hAnsi="Calibri"/>
          <w:i w:val="0"/>
          <w:szCs w:val="22"/>
        </w:rPr>
        <w:t xml:space="preserve">EGNI – CAMPIONATI FEDERALI  </w:t>
      </w:r>
      <w:r w:rsidR="00924E1F">
        <w:rPr>
          <w:rFonts w:ascii="Calibri" w:hAnsi="Calibri"/>
          <w:i w:val="0"/>
          <w:szCs w:val="22"/>
        </w:rPr>
        <w:t>“SILVER</w:t>
      </w:r>
      <w:bookmarkStart w:id="0" w:name="_GoBack"/>
      <w:bookmarkEnd w:id="0"/>
      <w:r w:rsidR="00906864">
        <w:rPr>
          <w:rFonts w:ascii="Calibri" w:hAnsi="Calibri"/>
          <w:i w:val="0"/>
          <w:szCs w:val="22"/>
        </w:rPr>
        <w:t>”</w:t>
      </w:r>
    </w:p>
    <w:p w:rsidR="00CA2063" w:rsidRPr="000D6682" w:rsidRDefault="00CA2063">
      <w:pPr>
        <w:jc w:val="center"/>
        <w:rPr>
          <w:rFonts w:ascii="Calibri" w:hAnsi="Calibri"/>
          <w:sz w:val="8"/>
          <w:szCs w:val="8"/>
        </w:rPr>
      </w:pPr>
    </w:p>
    <w:p w:rsidR="00CA2063" w:rsidRPr="00601339" w:rsidRDefault="00CA2063" w:rsidP="007C1C26">
      <w:pPr>
        <w:pStyle w:val="Corpotesto"/>
        <w:spacing w:line="360" w:lineRule="auto"/>
        <w:rPr>
          <w:rFonts w:ascii="Calibri" w:hAnsi="Calibri"/>
          <w:color w:val="000000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L’Associazione Sportiva Dilettantistica/Comitato Regionale  _____________________________________________</w:t>
      </w:r>
      <w:r w:rsidR="00FC103C" w:rsidRPr="000D6682">
        <w:rPr>
          <w:rFonts w:ascii="Calibri" w:hAnsi="Calibri"/>
          <w:sz w:val="18"/>
          <w:szCs w:val="18"/>
        </w:rPr>
        <w:t>_______</w:t>
      </w:r>
      <w:r w:rsidRPr="000D6682">
        <w:rPr>
          <w:rFonts w:ascii="Calibri" w:hAnsi="Calibri"/>
          <w:sz w:val="18"/>
          <w:szCs w:val="18"/>
        </w:rPr>
        <w:t>__ (COD. Affiliazione:______</w:t>
      </w:r>
      <w:r w:rsidR="00FC103C" w:rsidRPr="000D6682">
        <w:rPr>
          <w:rFonts w:ascii="Calibri" w:hAnsi="Calibri"/>
          <w:sz w:val="18"/>
          <w:szCs w:val="18"/>
        </w:rPr>
        <w:t>__</w:t>
      </w:r>
      <w:r w:rsidRPr="000D6682">
        <w:rPr>
          <w:rFonts w:ascii="Calibri" w:hAnsi="Calibri"/>
          <w:sz w:val="18"/>
          <w:szCs w:val="18"/>
        </w:rPr>
        <w:t>__</w:t>
      </w:r>
      <w:r w:rsidR="00FC103C" w:rsidRPr="000D6682">
        <w:rPr>
          <w:rFonts w:ascii="Calibri" w:hAnsi="Calibri"/>
          <w:sz w:val="18"/>
          <w:szCs w:val="18"/>
        </w:rPr>
        <w:t>_</w:t>
      </w:r>
      <w:r w:rsidRPr="000D6682">
        <w:rPr>
          <w:rFonts w:ascii="Calibri" w:hAnsi="Calibri"/>
          <w:sz w:val="18"/>
          <w:szCs w:val="18"/>
        </w:rPr>
        <w:t>_</w:t>
      </w:r>
      <w:r w:rsidR="00FC103C" w:rsidRPr="000D6682">
        <w:rPr>
          <w:rFonts w:ascii="Calibri" w:hAnsi="Calibri"/>
          <w:sz w:val="18"/>
          <w:szCs w:val="18"/>
        </w:rPr>
        <w:t xml:space="preserve"> </w:t>
      </w:r>
      <w:r w:rsidRPr="000D6682">
        <w:rPr>
          <w:rFonts w:ascii="Calibri" w:hAnsi="Calibri"/>
          <w:sz w:val="18"/>
          <w:szCs w:val="18"/>
        </w:rPr>
        <w:t>) con sede in ___</w:t>
      </w:r>
      <w:r w:rsidR="00FC103C" w:rsidRPr="000D6682">
        <w:rPr>
          <w:rFonts w:ascii="Calibri" w:hAnsi="Calibri"/>
          <w:sz w:val="18"/>
          <w:szCs w:val="18"/>
        </w:rPr>
        <w:t>___</w:t>
      </w:r>
      <w:r w:rsidRPr="000D6682">
        <w:rPr>
          <w:rFonts w:ascii="Calibri" w:hAnsi="Calibri"/>
          <w:sz w:val="18"/>
          <w:szCs w:val="18"/>
        </w:rPr>
        <w:t>_________________________________________________________</w:t>
      </w:r>
      <w:r w:rsidR="00FC103C" w:rsidRPr="000D6682">
        <w:rPr>
          <w:rFonts w:ascii="Calibri" w:hAnsi="Calibri"/>
          <w:sz w:val="18"/>
          <w:szCs w:val="18"/>
        </w:rPr>
        <w:t>____</w:t>
      </w:r>
      <w:r w:rsidRPr="000D6682">
        <w:rPr>
          <w:rFonts w:ascii="Calibri" w:hAnsi="Calibri"/>
          <w:sz w:val="18"/>
          <w:szCs w:val="18"/>
        </w:rPr>
        <w:t xml:space="preserve"> via __________________________________________________, in persona del suo rappresentante legale _______________________________________________, di seguito indicata come “Organizzatore”, in relazione alla manifestazione di Atletica Leggera denominata  </w:t>
      </w:r>
      <w:r w:rsidR="00FC103C" w:rsidRPr="000D6682">
        <w:rPr>
          <w:rFonts w:ascii="Calibri" w:hAnsi="Calibri"/>
          <w:sz w:val="18"/>
          <w:szCs w:val="18"/>
        </w:rPr>
        <w:t>_____________</w:t>
      </w:r>
      <w:r w:rsidRPr="000D6682">
        <w:rPr>
          <w:rFonts w:ascii="Calibri" w:hAnsi="Calibri"/>
          <w:sz w:val="18"/>
          <w:szCs w:val="18"/>
        </w:rPr>
        <w:t xml:space="preserve">_______________________________________________________ data______________ sede  _________________________ , di cui richiede l’organizzazione alla FIDAL, quale titolare dei diritti relativi alla stessa, dichiara </w:t>
      </w:r>
      <w:r w:rsidR="00B84993" w:rsidRPr="00601339">
        <w:rPr>
          <w:rFonts w:ascii="Calibri" w:hAnsi="Calibri"/>
          <w:color w:val="000000"/>
          <w:sz w:val="18"/>
          <w:szCs w:val="18"/>
        </w:rPr>
        <w:t>di: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la disponibilità e l’omologazione dell’impianto;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che l’intero impianto di gara sia libero da vincoli pubblicitari (solo per i Campionati Top);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predisporre ed assicurare servizi di vigilanza, pulizia dell’impianto e dei servizi, nonché ottenere i permessi necessari allo svolgimento della Manifestazione;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predisporre il Piano di Sicurezza ed emergenza previsti dalla legge, nominando un Responsabile della Sicurezza;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predisporre il Piano Sanitario;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predisporre il Piano di Promozione;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predisporre il Piano Comunicazione;</w:t>
      </w:r>
    </w:p>
    <w:p w:rsidR="00CA2063" w:rsidRPr="00516FD3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</w:t>
      </w:r>
      <w:r w:rsidR="00906864">
        <w:rPr>
          <w:rFonts w:ascii="Calibri" w:hAnsi="Calibri"/>
          <w:sz w:val="18"/>
          <w:szCs w:val="18"/>
        </w:rPr>
        <w:t xml:space="preserve">redisporre il Piano Marketing, </w:t>
      </w:r>
      <w:r w:rsidRPr="000D6682">
        <w:rPr>
          <w:rFonts w:ascii="Calibri" w:hAnsi="Calibri"/>
          <w:sz w:val="18"/>
          <w:szCs w:val="18"/>
        </w:rPr>
        <w:t xml:space="preserve">garantendo gli impegni nei confronti degli sponsor </w:t>
      </w:r>
      <w:r w:rsidRPr="00516FD3">
        <w:rPr>
          <w:rFonts w:ascii="Calibri" w:hAnsi="Calibri"/>
          <w:sz w:val="18"/>
          <w:szCs w:val="18"/>
        </w:rPr>
        <w:t>federali</w:t>
      </w:r>
      <w:r w:rsidR="005E1089" w:rsidRPr="00516FD3">
        <w:rPr>
          <w:rFonts w:ascii="Calibri" w:hAnsi="Calibri"/>
          <w:sz w:val="18"/>
          <w:szCs w:val="18"/>
        </w:rPr>
        <w:t xml:space="preserve"> (solo </w:t>
      </w:r>
      <w:r w:rsidR="00925DC5" w:rsidRPr="00516FD3">
        <w:rPr>
          <w:rFonts w:ascii="Calibri" w:hAnsi="Calibri"/>
          <w:sz w:val="18"/>
          <w:szCs w:val="18"/>
        </w:rPr>
        <w:t xml:space="preserve">nei </w:t>
      </w:r>
      <w:r w:rsidR="005E1089" w:rsidRPr="00516FD3">
        <w:rPr>
          <w:rFonts w:ascii="Calibri" w:hAnsi="Calibri"/>
          <w:sz w:val="18"/>
          <w:szCs w:val="18"/>
        </w:rPr>
        <w:t>Campionati Top)</w:t>
      </w:r>
      <w:r w:rsidRPr="00516FD3">
        <w:rPr>
          <w:rFonts w:ascii="Calibri" w:hAnsi="Calibri"/>
          <w:sz w:val="18"/>
          <w:szCs w:val="18"/>
        </w:rPr>
        <w:t>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un numero adeguato di locali, completi di tutte le infrastrutture, idonei a garantire il corretto funzionamento della manifestazione (</w:t>
      </w:r>
      <w:r w:rsidR="006329C0" w:rsidRPr="000D6682">
        <w:rPr>
          <w:rFonts w:ascii="Calibri" w:hAnsi="Calibri"/>
          <w:sz w:val="18"/>
          <w:szCs w:val="18"/>
        </w:rPr>
        <w:t>T</w:t>
      </w:r>
      <w:r w:rsidRPr="000D6682">
        <w:rPr>
          <w:rFonts w:ascii="Calibri" w:hAnsi="Calibri"/>
          <w:sz w:val="18"/>
          <w:szCs w:val="18"/>
        </w:rPr>
        <w:t>.I.</w:t>
      </w:r>
      <w:r w:rsidR="006329C0" w:rsidRPr="000D6682">
        <w:rPr>
          <w:rFonts w:ascii="Calibri" w:hAnsi="Calibri"/>
          <w:sz w:val="18"/>
          <w:szCs w:val="18"/>
        </w:rPr>
        <w:t>C</w:t>
      </w:r>
      <w:r w:rsidRPr="000D6682">
        <w:rPr>
          <w:rFonts w:ascii="Calibri" w:hAnsi="Calibri"/>
          <w:sz w:val="18"/>
          <w:szCs w:val="18"/>
        </w:rPr>
        <w:t xml:space="preserve">., Segreteria Tecnica, Centro Copie, </w:t>
      </w:r>
      <w:proofErr w:type="spellStart"/>
      <w:r w:rsidRPr="000D6682">
        <w:rPr>
          <w:rFonts w:ascii="Calibri" w:hAnsi="Calibri"/>
          <w:sz w:val="18"/>
          <w:szCs w:val="18"/>
        </w:rPr>
        <w:t>ecc</w:t>
      </w:r>
      <w:proofErr w:type="spellEnd"/>
      <w:r w:rsidRPr="000D6682">
        <w:rPr>
          <w:rFonts w:ascii="Calibri" w:hAnsi="Calibri"/>
          <w:sz w:val="18"/>
          <w:szCs w:val="18"/>
        </w:rPr>
        <w:t>…), nonché una zona di Regia dell’evento (eventi Top);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un servizio di cerimoniale e di protocollo adeguati;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agevolare la sistemazione logistica per le Società;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 xml:space="preserve">organizzare e attrezzare eventuale sala stampa dotata del necessario; 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assumere a proprio carico le spese relative al vitto e</w:t>
      </w:r>
      <w:r w:rsidR="00AC709C" w:rsidRPr="000D6682">
        <w:rPr>
          <w:rFonts w:ascii="Calibri" w:hAnsi="Calibri"/>
          <w:sz w:val="18"/>
          <w:szCs w:val="18"/>
        </w:rPr>
        <w:t>/o</w:t>
      </w:r>
      <w:r w:rsidRPr="000D6682">
        <w:rPr>
          <w:rFonts w:ascii="Calibri" w:hAnsi="Calibri"/>
          <w:sz w:val="18"/>
          <w:szCs w:val="18"/>
        </w:rPr>
        <w:t xml:space="preserve"> alloggio </w:t>
      </w:r>
      <w:r w:rsidR="00BB0E4F" w:rsidRPr="000D6682">
        <w:rPr>
          <w:rFonts w:ascii="Calibri" w:hAnsi="Calibri"/>
          <w:sz w:val="18"/>
          <w:szCs w:val="18"/>
        </w:rPr>
        <w:t xml:space="preserve">(e viaggio nei Comitati Regionali ove è previsto) </w:t>
      </w:r>
      <w:r w:rsidRPr="000D6682">
        <w:rPr>
          <w:rFonts w:ascii="Calibri" w:hAnsi="Calibri"/>
          <w:sz w:val="18"/>
          <w:szCs w:val="18"/>
        </w:rPr>
        <w:t xml:space="preserve">dei giudici </w:t>
      </w:r>
      <w:r w:rsidR="00AC709C" w:rsidRPr="000D6682">
        <w:rPr>
          <w:rFonts w:ascii="Calibri" w:hAnsi="Calibri"/>
          <w:sz w:val="18"/>
          <w:szCs w:val="18"/>
        </w:rPr>
        <w:t xml:space="preserve">Nazionali e Regionali/Provinciali </w:t>
      </w:r>
      <w:r w:rsidRPr="000D6682">
        <w:rPr>
          <w:rFonts w:ascii="Calibri" w:hAnsi="Calibri"/>
          <w:sz w:val="18"/>
          <w:szCs w:val="18"/>
        </w:rPr>
        <w:t xml:space="preserve">convocati; 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ospitare il Rappresentante Federale;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la sistemazione logistica dello staff tecnico-organizzativo;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assumere a proprio carico tutte le spese relative al servizio di cronometraggio;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  <w:shd w:val="clear" w:color="auto" w:fill="DDD9C3"/>
        </w:rPr>
      </w:pPr>
      <w:r w:rsidRPr="000D6682">
        <w:rPr>
          <w:rFonts w:ascii="Calibri" w:hAnsi="Calibri"/>
          <w:sz w:val="18"/>
          <w:szCs w:val="18"/>
        </w:rPr>
        <w:t>assumere a proprio carico tutte le spese inerenti la grafica televisiva (se necessaria), nonché le spese del Video Screen</w:t>
      </w:r>
      <w:r w:rsidR="00B46A99" w:rsidRPr="000D6682">
        <w:rPr>
          <w:rFonts w:ascii="Calibri" w:hAnsi="Calibri"/>
          <w:sz w:val="18"/>
          <w:szCs w:val="18"/>
        </w:rPr>
        <w:t xml:space="preserve"> e </w:t>
      </w:r>
      <w:r w:rsidR="00BB0E4F" w:rsidRPr="000D6682">
        <w:rPr>
          <w:rFonts w:ascii="Calibri" w:hAnsi="Calibri"/>
          <w:sz w:val="18"/>
          <w:szCs w:val="18"/>
        </w:rPr>
        <w:t xml:space="preserve">la </w:t>
      </w:r>
      <w:r w:rsidR="00B46A99" w:rsidRPr="000D6682">
        <w:rPr>
          <w:rFonts w:ascii="Calibri" w:hAnsi="Calibri"/>
          <w:sz w:val="18"/>
          <w:szCs w:val="18"/>
        </w:rPr>
        <w:t>relativa grafica</w:t>
      </w:r>
      <w:r w:rsidRPr="000D6682">
        <w:rPr>
          <w:rFonts w:ascii="Calibri" w:hAnsi="Calibri"/>
          <w:sz w:val="18"/>
          <w:szCs w:val="18"/>
        </w:rPr>
        <w:t xml:space="preserve"> (</w:t>
      </w:r>
      <w:r w:rsidR="00B46A99" w:rsidRPr="000D6682">
        <w:rPr>
          <w:rFonts w:ascii="Calibri" w:hAnsi="Calibri"/>
          <w:sz w:val="18"/>
          <w:szCs w:val="18"/>
        </w:rPr>
        <w:t>Eventi Top – ove previsto dalla Fidal</w:t>
      </w:r>
      <w:r w:rsidRPr="000D6682">
        <w:rPr>
          <w:rFonts w:ascii="Calibri" w:hAnsi="Calibri"/>
          <w:sz w:val="18"/>
          <w:szCs w:val="18"/>
        </w:rPr>
        <w:t xml:space="preserve">); 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richiedere l’autorizzazione per l’utilizzo, ai fini promo - pubblicitari, dell’immagine di atleti nazionali e della federazione stessa;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una adeguata copertura assicurativa dell’evento;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 xml:space="preserve">garantire la connessione internet adsl (anche </w:t>
      </w:r>
      <w:proofErr w:type="spellStart"/>
      <w:r w:rsidRPr="000D6682">
        <w:rPr>
          <w:rFonts w:ascii="Calibri" w:hAnsi="Calibri"/>
          <w:sz w:val="18"/>
          <w:szCs w:val="18"/>
        </w:rPr>
        <w:t>wifi</w:t>
      </w:r>
      <w:proofErr w:type="spellEnd"/>
      <w:r w:rsidRPr="000D6682">
        <w:rPr>
          <w:rFonts w:ascii="Calibri" w:hAnsi="Calibri"/>
          <w:sz w:val="18"/>
          <w:szCs w:val="18"/>
        </w:rPr>
        <w:t>) sull’impianto, commisurata alle necessità dell’evento, con la presenza di un tecnico specializzato in merito durante l’evento;</w:t>
      </w:r>
    </w:p>
    <w:p w:rsidR="00CA2063" w:rsidRPr="000D6682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garantire la necessaria fornitura elettrica nonché la presenza, durante l’evento</w:t>
      </w:r>
      <w:r w:rsidR="00E22463">
        <w:rPr>
          <w:rFonts w:ascii="Calibri" w:hAnsi="Calibri"/>
          <w:sz w:val="18"/>
          <w:szCs w:val="18"/>
        </w:rPr>
        <w:t>,</w:t>
      </w:r>
      <w:r w:rsidRPr="000D6682">
        <w:rPr>
          <w:rFonts w:ascii="Calibri" w:hAnsi="Calibri"/>
          <w:sz w:val="18"/>
          <w:szCs w:val="18"/>
        </w:rPr>
        <w:t xml:space="preserve"> di tecnici specializzati in merito;</w:t>
      </w:r>
    </w:p>
    <w:p w:rsidR="00CA2063" w:rsidRDefault="00CA2063">
      <w:pPr>
        <w:pStyle w:val="Corpotesto"/>
        <w:numPr>
          <w:ilvl w:val="0"/>
          <w:numId w:val="3"/>
        </w:numPr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 xml:space="preserve">predisporre idoneo impianto di amplificazione (con presenza di un tecnico durante l’evento) ed il relativo ed adeguato servizio speaker. </w:t>
      </w:r>
    </w:p>
    <w:p w:rsidR="004314A2" w:rsidRPr="000D6682" w:rsidRDefault="004314A2" w:rsidP="004314A2">
      <w:pPr>
        <w:pStyle w:val="Corpotesto"/>
        <w:numPr>
          <w:ilvl w:val="0"/>
          <w:numId w:val="6"/>
        </w:num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gestire i risultati col sistema informatizzato SIGMA</w:t>
      </w:r>
    </w:p>
    <w:p w:rsidR="00CA2063" w:rsidRPr="00764871" w:rsidRDefault="00CA2063">
      <w:pPr>
        <w:pStyle w:val="Corpotesto"/>
        <w:ind w:left="360"/>
        <w:rPr>
          <w:rFonts w:ascii="Calibri" w:hAnsi="Calibri"/>
          <w:sz w:val="8"/>
          <w:szCs w:val="8"/>
        </w:rPr>
      </w:pPr>
    </w:p>
    <w:p w:rsidR="00CA2063" w:rsidRPr="000D6682" w:rsidRDefault="00CA2063">
      <w:pPr>
        <w:pStyle w:val="Corpotesto"/>
        <w:ind w:left="360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Tutto quanto sopra esposto dovrà essere preventivamente programmato in collaborazione con la FIDAL.</w:t>
      </w:r>
    </w:p>
    <w:p w:rsidR="00CA2063" w:rsidRPr="00764871" w:rsidRDefault="00CA2063">
      <w:pPr>
        <w:pStyle w:val="Corpotesto"/>
        <w:ind w:left="360"/>
        <w:rPr>
          <w:rFonts w:ascii="Calibri" w:hAnsi="Calibri"/>
          <w:sz w:val="8"/>
          <w:szCs w:val="8"/>
        </w:rPr>
      </w:pPr>
    </w:p>
    <w:p w:rsidR="00CA2063" w:rsidRPr="000D6682" w:rsidRDefault="00CA2063">
      <w:pPr>
        <w:pStyle w:val="Corpotesto"/>
        <w:ind w:left="360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L’Organizzatore dichiara di sollevare la FIDAL da ogni obbligazione di natura contributiva, tributaria e previdenziale riguardante qualsivoglia attività e/o rapporti di lavoro posti in essere dallo stesso Organizzatore.</w:t>
      </w:r>
    </w:p>
    <w:p w:rsidR="00CA2063" w:rsidRPr="000D6682" w:rsidRDefault="00CA2063">
      <w:pPr>
        <w:pStyle w:val="Corpotesto"/>
        <w:ind w:left="360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Le controversie relative all’interpretazione ed alla esecuzione della presente Dichiarazione di Impegni saranno di esclusiva competenza del Foro di Roma.</w:t>
      </w:r>
    </w:p>
    <w:p w:rsidR="00CA2063" w:rsidRPr="004314A2" w:rsidRDefault="00CA2063">
      <w:pPr>
        <w:pStyle w:val="Corpotesto"/>
        <w:ind w:left="360"/>
        <w:rPr>
          <w:rFonts w:ascii="Calibri" w:hAnsi="Calibri"/>
          <w:sz w:val="8"/>
          <w:szCs w:val="8"/>
        </w:rPr>
      </w:pPr>
    </w:p>
    <w:p w:rsidR="00CA2063" w:rsidRPr="000D6682" w:rsidRDefault="00CA2063">
      <w:pPr>
        <w:pStyle w:val="Corpotesto"/>
        <w:ind w:left="360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Per quanto non contemplato nel presente documento l’Organizzatore dichiara di essere a conoscenza e di rispettare tutte le norme contenute nello Statuto Federale, nel Regolamento Organico, nelle Norme per l’Organizzazione delle Manifestazioni nonché de</w:t>
      </w:r>
      <w:r w:rsidR="00906864">
        <w:rPr>
          <w:rFonts w:ascii="Calibri" w:hAnsi="Calibri"/>
          <w:sz w:val="18"/>
          <w:szCs w:val="18"/>
        </w:rPr>
        <w:t xml:space="preserve">l </w:t>
      </w:r>
      <w:r w:rsidRPr="000D6682">
        <w:rPr>
          <w:rFonts w:ascii="Calibri" w:hAnsi="Calibri"/>
          <w:sz w:val="18"/>
          <w:szCs w:val="18"/>
        </w:rPr>
        <w:t xml:space="preserve">regolamento specifico della Manifestazione. Dichiara inoltre di essere a conoscenza e di rispettare quanto indicato nell’elenco degli standard tecnologici previsti in base alla tipologia del Campionato e delle indicazioni che durante il periodo di pianificazione e progettazione saranno segnalate dalla Federazione. </w:t>
      </w:r>
    </w:p>
    <w:p w:rsidR="00CA2063" w:rsidRPr="004314A2" w:rsidRDefault="00CA2063">
      <w:pPr>
        <w:pStyle w:val="Corpotesto"/>
        <w:ind w:left="360"/>
        <w:rPr>
          <w:rFonts w:ascii="Calibri" w:hAnsi="Calibri"/>
          <w:sz w:val="8"/>
          <w:szCs w:val="8"/>
        </w:rPr>
      </w:pPr>
    </w:p>
    <w:p w:rsidR="00AA731B" w:rsidRDefault="00CA2063">
      <w:pPr>
        <w:pStyle w:val="Corpotesto"/>
        <w:ind w:left="360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>Il mancato rispetto degli impegni assunti dall’Organizzatore con la sottoscrizione della presente dichiarazione comporta l’esclusione da successive assegnazioni di Campionati Federali per un periodo di due anni e non solleva gli organizzatori dalle responsabilità assunte.</w:t>
      </w:r>
      <w:r w:rsidR="00AA731B" w:rsidRPr="000D6682">
        <w:rPr>
          <w:rFonts w:ascii="Calibri" w:hAnsi="Calibri"/>
          <w:sz w:val="18"/>
          <w:szCs w:val="18"/>
        </w:rPr>
        <w:t xml:space="preserve">       </w:t>
      </w:r>
    </w:p>
    <w:p w:rsidR="00E22463" w:rsidRPr="007E1273" w:rsidRDefault="00E22463" w:rsidP="00E22463">
      <w:pPr>
        <w:pStyle w:val="Corpotesto"/>
        <w:rPr>
          <w:rFonts w:ascii="Calibri" w:hAnsi="Calibri"/>
          <w:i/>
          <w:iCs/>
          <w:sz w:val="8"/>
          <w:szCs w:val="8"/>
        </w:rPr>
      </w:pPr>
    </w:p>
    <w:p w:rsidR="00E22463" w:rsidRPr="000D6682" w:rsidRDefault="00906864" w:rsidP="00E22463">
      <w:pPr>
        <w:pStyle w:val="Corpotesto"/>
        <w:rPr>
          <w:rFonts w:ascii="Calibri" w:hAnsi="Calibri"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Ai sensi</w:t>
      </w:r>
      <w:r w:rsidR="00E22463" w:rsidRPr="000D6682">
        <w:rPr>
          <w:rFonts w:ascii="Calibri" w:hAnsi="Calibri"/>
          <w:i/>
          <w:iCs/>
          <w:sz w:val="18"/>
          <w:szCs w:val="18"/>
        </w:rPr>
        <w:t xml:space="preserve"> e per gli effetti dell’articolo n. 1341 del Codice Civile il sottoscritto dichiara di aver preso visione della presente Dichiarazione di Impegni e di sottoscrivere per espressa approvazione ed accettazione tutte le clausole in essa contenute.</w:t>
      </w:r>
    </w:p>
    <w:p w:rsidR="00AA731B" w:rsidRDefault="00AA731B">
      <w:pPr>
        <w:pStyle w:val="Corpotesto"/>
        <w:ind w:left="3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</w:p>
    <w:p w:rsidR="00AA731B" w:rsidRDefault="00AA731B" w:rsidP="00AA731B">
      <w:pPr>
        <w:pStyle w:val="Corpotesto"/>
        <w:ind w:firstLine="360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 xml:space="preserve">luogo_______________________ ,  data  ___________     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 xml:space="preserve"> ________________________________________</w:t>
      </w:r>
    </w:p>
    <w:p w:rsidR="00CA2063" w:rsidRPr="000D6682" w:rsidRDefault="00AA731B" w:rsidP="00AA731B">
      <w:pPr>
        <w:pStyle w:val="Corpotesto"/>
        <w:ind w:left="2832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 xml:space="preserve">  </w:t>
      </w:r>
      <w:r>
        <w:rPr>
          <w:rFonts w:ascii="Calibri" w:hAnsi="Calibri"/>
          <w:sz w:val="18"/>
          <w:szCs w:val="18"/>
        </w:rPr>
        <w:t xml:space="preserve">                                                             </w:t>
      </w:r>
      <w:r w:rsidRPr="000D6682">
        <w:rPr>
          <w:rFonts w:ascii="Calibri" w:hAnsi="Calibri"/>
          <w:sz w:val="18"/>
          <w:szCs w:val="18"/>
        </w:rPr>
        <w:tab/>
        <w:t xml:space="preserve"> </w:t>
      </w:r>
      <w:r>
        <w:rPr>
          <w:rFonts w:ascii="Calibri" w:hAnsi="Calibri"/>
          <w:sz w:val="18"/>
          <w:szCs w:val="18"/>
        </w:rPr>
        <w:t xml:space="preserve">                         </w:t>
      </w:r>
      <w:r w:rsidRPr="000D6682">
        <w:rPr>
          <w:rFonts w:ascii="Calibri" w:hAnsi="Calibri"/>
          <w:sz w:val="18"/>
          <w:szCs w:val="18"/>
        </w:rPr>
        <w:t xml:space="preserve">Il </w:t>
      </w:r>
      <w:r>
        <w:rPr>
          <w:rFonts w:ascii="Calibri" w:hAnsi="Calibri"/>
          <w:sz w:val="18"/>
          <w:szCs w:val="18"/>
        </w:rPr>
        <w:t>Presidente della Società</w:t>
      </w:r>
    </w:p>
    <w:p w:rsidR="007E1273" w:rsidRDefault="007E1273" w:rsidP="00AA731B">
      <w:pPr>
        <w:pStyle w:val="Corpotesto"/>
        <w:rPr>
          <w:rFonts w:ascii="Gill Sans MT" w:hAnsi="Gill Sans MT"/>
          <w:color w:val="000000"/>
          <w:sz w:val="16"/>
        </w:rPr>
      </w:pPr>
    </w:p>
    <w:p w:rsidR="00CA2063" w:rsidRPr="00EE7BEA" w:rsidRDefault="00AA731B" w:rsidP="00AA731B">
      <w:pPr>
        <w:pStyle w:val="Corpotesto"/>
        <w:rPr>
          <w:rFonts w:ascii="Calibri" w:hAnsi="Calibri"/>
          <w:color w:val="000000"/>
          <w:sz w:val="18"/>
          <w:szCs w:val="18"/>
        </w:rPr>
      </w:pPr>
      <w:r w:rsidRPr="00EE7BEA">
        <w:rPr>
          <w:rFonts w:ascii="Gill Sans MT" w:hAnsi="Gill Sans MT"/>
          <w:color w:val="000000"/>
          <w:sz w:val="16"/>
        </w:rPr>
        <w:t>Il Comitato Regionale, per quanto di sua competenza, si adopererà nel far rispettare agli Organizzatori gli impegni assunti nei confronti della FIDAL.</w:t>
      </w:r>
      <w:r w:rsidR="00CA2063" w:rsidRPr="00EE7BEA">
        <w:rPr>
          <w:rFonts w:ascii="Calibri" w:hAnsi="Calibri"/>
          <w:color w:val="000000"/>
          <w:sz w:val="18"/>
          <w:szCs w:val="18"/>
        </w:rPr>
        <w:t xml:space="preserve">        </w:t>
      </w:r>
      <w:r w:rsidR="00FC103C" w:rsidRPr="00EE7BEA">
        <w:rPr>
          <w:rFonts w:ascii="Calibri" w:hAnsi="Calibri"/>
          <w:color w:val="000000"/>
          <w:sz w:val="18"/>
          <w:szCs w:val="18"/>
        </w:rPr>
        <w:tab/>
      </w:r>
    </w:p>
    <w:p w:rsidR="00CA2063" w:rsidRPr="000D6682" w:rsidRDefault="00CA2063" w:rsidP="00AA731B">
      <w:pPr>
        <w:pStyle w:val="Corpotesto"/>
        <w:shd w:val="clear" w:color="auto" w:fill="FFFFFF"/>
        <w:ind w:left="4248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 xml:space="preserve">Per presa visione:         </w:t>
      </w:r>
      <w:r w:rsidR="00FC103C" w:rsidRPr="000D6682"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 xml:space="preserve"> __________________________________</w:t>
      </w:r>
    </w:p>
    <w:p w:rsidR="00CA2063" w:rsidRPr="000D6682" w:rsidRDefault="00CA2063" w:rsidP="00FC103C">
      <w:pPr>
        <w:pStyle w:val="Corpotesto"/>
        <w:rPr>
          <w:rFonts w:ascii="Calibri" w:hAnsi="Calibri"/>
          <w:sz w:val="18"/>
          <w:szCs w:val="18"/>
        </w:rPr>
      </w:pPr>
      <w:r w:rsidRPr="000D6682">
        <w:rPr>
          <w:rFonts w:ascii="Calibri" w:hAnsi="Calibri"/>
          <w:sz w:val="18"/>
          <w:szCs w:val="18"/>
        </w:rPr>
        <w:t xml:space="preserve">            </w:t>
      </w:r>
      <w:r w:rsidRPr="000D6682"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ab/>
      </w:r>
      <w:r w:rsidRPr="000D6682">
        <w:rPr>
          <w:rFonts w:ascii="Calibri" w:hAnsi="Calibri"/>
          <w:sz w:val="18"/>
          <w:szCs w:val="18"/>
        </w:rPr>
        <w:tab/>
        <w:t xml:space="preserve">                             </w:t>
      </w:r>
      <w:r w:rsidR="00FC103C" w:rsidRPr="000D6682">
        <w:rPr>
          <w:rFonts w:ascii="Calibri" w:hAnsi="Calibri"/>
          <w:sz w:val="18"/>
          <w:szCs w:val="18"/>
        </w:rPr>
        <w:tab/>
        <w:t xml:space="preserve">       </w:t>
      </w:r>
      <w:r w:rsidRPr="000D6682">
        <w:rPr>
          <w:rFonts w:ascii="Calibri" w:hAnsi="Calibri"/>
          <w:sz w:val="18"/>
          <w:szCs w:val="18"/>
        </w:rPr>
        <w:t>Il Presidente del Comitato Regionale</w:t>
      </w:r>
    </w:p>
    <w:sectPr w:rsidR="00CA2063" w:rsidRPr="000D6682" w:rsidSect="004314A2">
      <w:headerReference w:type="default" r:id="rId9"/>
      <w:footerReference w:type="even" r:id="rId10"/>
      <w:pgSz w:w="11906" w:h="16838" w:code="9"/>
      <w:pgMar w:top="360" w:right="1134" w:bottom="709" w:left="1134" w:header="312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570" w:rsidRDefault="00415570">
      <w:r>
        <w:separator/>
      </w:r>
    </w:p>
  </w:endnote>
  <w:endnote w:type="continuationSeparator" w:id="0">
    <w:p w:rsidR="00415570" w:rsidRDefault="0041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063" w:rsidRDefault="00CA20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A2063" w:rsidRDefault="00CA206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570" w:rsidRDefault="00415570">
      <w:r>
        <w:separator/>
      </w:r>
    </w:p>
  </w:footnote>
  <w:footnote w:type="continuationSeparator" w:id="0">
    <w:p w:rsidR="00415570" w:rsidRDefault="00415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063" w:rsidRDefault="004314A2" w:rsidP="00036D7B">
    <w:pPr>
      <w:pStyle w:val="Intestazione"/>
      <w:rPr>
        <w:rFonts w:ascii="Georgia" w:hAnsi="Georgia"/>
      </w:rPr>
    </w:pPr>
    <w:r>
      <w:rPr>
        <w:rFonts w:ascii="Georgia" w:hAnsi="Georgia"/>
        <w:noProof/>
      </w:rPr>
      <w:drawing>
        <wp:inline distT="0" distB="0" distL="0" distR="0">
          <wp:extent cx="1485265" cy="351155"/>
          <wp:effectExtent l="0" t="0" r="635" b="0"/>
          <wp:docPr id="1" name="Immagine 1" descr="log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265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2063" w:rsidRPr="000D6682" w:rsidRDefault="00CA2063">
    <w:pPr>
      <w:pStyle w:val="Intestazione"/>
      <w:rPr>
        <w:rFonts w:ascii="Calibri" w:hAnsi="Calibri"/>
        <w:b/>
        <w:i/>
        <w:sz w:val="12"/>
        <w:szCs w:val="12"/>
      </w:rPr>
    </w:pPr>
    <w:r>
      <w:rPr>
        <w:rFonts w:ascii="Verdana" w:hAnsi="Verdana"/>
        <w:sz w:val="12"/>
        <w:szCs w:val="12"/>
      </w:rPr>
      <w:t xml:space="preserve">  </w:t>
    </w:r>
    <w:r w:rsidR="00036D7B">
      <w:rPr>
        <w:rFonts w:ascii="Verdana" w:hAnsi="Verdana"/>
        <w:sz w:val="12"/>
        <w:szCs w:val="12"/>
      </w:rPr>
      <w:t xml:space="preserve">           </w:t>
    </w:r>
    <w:r>
      <w:rPr>
        <w:rFonts w:ascii="Verdana" w:hAnsi="Verdana"/>
        <w:sz w:val="12"/>
        <w:szCs w:val="12"/>
      </w:rPr>
      <w:t xml:space="preserve"> </w:t>
    </w:r>
    <w:r w:rsidR="0020258A">
      <w:rPr>
        <w:rFonts w:ascii="Calibri" w:hAnsi="Calibri"/>
        <w:sz w:val="12"/>
        <w:szCs w:val="12"/>
      </w:rPr>
      <w:t>Area Organizzazion</w:t>
    </w:r>
    <w:r w:rsidR="004F37EB">
      <w:rPr>
        <w:rFonts w:ascii="Calibri" w:hAnsi="Calibri"/>
        <w:sz w:val="12"/>
        <w:szCs w:val="12"/>
      </w:rPr>
      <w:t>e</w:t>
    </w:r>
    <w:r w:rsidR="00CF1FB6">
      <w:rPr>
        <w:rFonts w:ascii="Calibri" w:hAnsi="Calibri"/>
        <w:sz w:val="12"/>
        <w:szCs w:val="12"/>
      </w:rPr>
      <w:t xml:space="preserve"> Sportiva</w:t>
    </w:r>
    <w:r w:rsidRPr="000D6682">
      <w:rPr>
        <w:rFonts w:ascii="Calibri" w:hAnsi="Calibri"/>
        <w:b/>
        <w:i/>
        <w:sz w:val="12"/>
        <w:szCs w:val="12"/>
      </w:rPr>
      <w:tab/>
    </w:r>
    <w:r w:rsidRPr="000D6682">
      <w:rPr>
        <w:rFonts w:ascii="Calibri" w:hAnsi="Calibri"/>
        <w:b/>
        <w:i/>
        <w:sz w:val="12"/>
        <w:szCs w:val="12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0979"/>
    <w:multiLevelType w:val="hybridMultilevel"/>
    <w:tmpl w:val="5F70CDB4"/>
    <w:lvl w:ilvl="0" w:tplc="04100017">
      <w:start w:val="2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F12545"/>
    <w:multiLevelType w:val="hybridMultilevel"/>
    <w:tmpl w:val="00340D0C"/>
    <w:lvl w:ilvl="0" w:tplc="9C863570">
      <w:start w:val="26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E6677"/>
    <w:multiLevelType w:val="hybridMultilevel"/>
    <w:tmpl w:val="A6D49A3E"/>
    <w:lvl w:ilvl="0" w:tplc="35460A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E4D4C18"/>
    <w:multiLevelType w:val="hybridMultilevel"/>
    <w:tmpl w:val="5CE07714"/>
    <w:lvl w:ilvl="0" w:tplc="355EC9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A0A19B7"/>
    <w:multiLevelType w:val="multilevel"/>
    <w:tmpl w:val="E3D4FBEA"/>
    <w:lvl w:ilvl="0">
      <w:start w:val="1"/>
      <w:numFmt w:val="decimal"/>
      <w:pStyle w:val="Titolo1"/>
      <w:lvlText w:val="Art. %1."/>
      <w:lvlJc w:val="left"/>
      <w:pPr>
        <w:tabs>
          <w:tab w:val="num" w:pos="1080"/>
        </w:tabs>
        <w:ind w:left="0" w:firstLine="0"/>
      </w:pPr>
      <w:rPr>
        <w:rFonts w:ascii="Comic Sans MS" w:hAnsi="Comic Sans MS" w:hint="default"/>
      </w:rPr>
    </w:lvl>
    <w:lvl w:ilvl="1">
      <w:start w:val="1"/>
      <w:numFmt w:val="decimalZero"/>
      <w:pStyle w:val="Titolo2"/>
      <w:isLgl/>
      <w:lvlText w:val="Sezione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pStyle w:val="Titolo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ol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ol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ol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ol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ol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ol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">
    <w:nsid w:val="7D2D79FB"/>
    <w:multiLevelType w:val="hybridMultilevel"/>
    <w:tmpl w:val="B0CADD52"/>
    <w:lvl w:ilvl="0" w:tplc="355EC9E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C01"/>
    <w:rsid w:val="00021388"/>
    <w:rsid w:val="00036D7B"/>
    <w:rsid w:val="00075651"/>
    <w:rsid w:val="000B51A3"/>
    <w:rsid w:val="000D6682"/>
    <w:rsid w:val="001415BF"/>
    <w:rsid w:val="001B0540"/>
    <w:rsid w:val="001F41C9"/>
    <w:rsid w:val="0020258A"/>
    <w:rsid w:val="00214C99"/>
    <w:rsid w:val="00230AB8"/>
    <w:rsid w:val="0023401F"/>
    <w:rsid w:val="0023475D"/>
    <w:rsid w:val="00283017"/>
    <w:rsid w:val="002F7AA3"/>
    <w:rsid w:val="003B22B3"/>
    <w:rsid w:val="00411778"/>
    <w:rsid w:val="00415570"/>
    <w:rsid w:val="004314A2"/>
    <w:rsid w:val="0043296A"/>
    <w:rsid w:val="00453DBD"/>
    <w:rsid w:val="00454700"/>
    <w:rsid w:val="004B74FC"/>
    <w:rsid w:val="004F37EB"/>
    <w:rsid w:val="0050284C"/>
    <w:rsid w:val="00504C01"/>
    <w:rsid w:val="00516FD3"/>
    <w:rsid w:val="005D47AA"/>
    <w:rsid w:val="005E1089"/>
    <w:rsid w:val="00600CA9"/>
    <w:rsid w:val="00601339"/>
    <w:rsid w:val="00626981"/>
    <w:rsid w:val="006329C0"/>
    <w:rsid w:val="0067787D"/>
    <w:rsid w:val="006830D1"/>
    <w:rsid w:val="006F0169"/>
    <w:rsid w:val="007226EC"/>
    <w:rsid w:val="00763B5E"/>
    <w:rsid w:val="00764871"/>
    <w:rsid w:val="007818C1"/>
    <w:rsid w:val="007A3D6B"/>
    <w:rsid w:val="007B3963"/>
    <w:rsid w:val="007C1C26"/>
    <w:rsid w:val="007D20FB"/>
    <w:rsid w:val="007E0628"/>
    <w:rsid w:val="007E1273"/>
    <w:rsid w:val="00822162"/>
    <w:rsid w:val="00825FC4"/>
    <w:rsid w:val="00835C56"/>
    <w:rsid w:val="00906864"/>
    <w:rsid w:val="00914D79"/>
    <w:rsid w:val="00924E1F"/>
    <w:rsid w:val="00925DC5"/>
    <w:rsid w:val="009A5CA7"/>
    <w:rsid w:val="00A26D70"/>
    <w:rsid w:val="00AA6488"/>
    <w:rsid w:val="00AA731B"/>
    <w:rsid w:val="00AC709C"/>
    <w:rsid w:val="00B46A99"/>
    <w:rsid w:val="00B84993"/>
    <w:rsid w:val="00B929FA"/>
    <w:rsid w:val="00BB0E4F"/>
    <w:rsid w:val="00BB24CC"/>
    <w:rsid w:val="00BF04DC"/>
    <w:rsid w:val="00C11289"/>
    <w:rsid w:val="00CA2063"/>
    <w:rsid w:val="00CF1FB6"/>
    <w:rsid w:val="00DB37AB"/>
    <w:rsid w:val="00DF22DF"/>
    <w:rsid w:val="00E22463"/>
    <w:rsid w:val="00E95853"/>
    <w:rsid w:val="00EE7BEA"/>
    <w:rsid w:val="00F20849"/>
    <w:rsid w:val="00FC103C"/>
    <w:rsid w:val="00FC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rFonts w:ascii="Comic Sans MS" w:hAnsi="Comic Sans MS"/>
      <w:sz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Comic Sans MS" w:hAnsi="Comic Sans MS"/>
      <w:b/>
      <w:b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both"/>
      <w:outlineLvl w:val="2"/>
    </w:pPr>
    <w:rPr>
      <w:rFonts w:ascii="Comic Sans MS" w:hAnsi="Comic Sans MS"/>
      <w:b/>
      <w:bCs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semiHidden/>
    <w:pPr>
      <w:ind w:left="348"/>
      <w:jc w:val="both"/>
    </w:pPr>
    <w:rPr>
      <w:rFonts w:ascii="Comic Sans MS" w:hAnsi="Comic Sans MS"/>
      <w:sz w:val="20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Rientrocorpodeltesto2">
    <w:name w:val="Body Text Indent 2"/>
    <w:basedOn w:val="Normale"/>
    <w:semiHidden/>
    <w:pPr>
      <w:ind w:left="2124" w:hanging="1416"/>
    </w:pPr>
    <w:rPr>
      <w:rFonts w:ascii="Comic Sans MS" w:hAnsi="Comic Sans MS"/>
      <w:sz w:val="20"/>
    </w:rPr>
  </w:style>
  <w:style w:type="paragraph" w:styleId="Rientrocorpodeltesto3">
    <w:name w:val="Body Text Indent 3"/>
    <w:basedOn w:val="Normale"/>
    <w:semiHidden/>
    <w:pPr>
      <w:ind w:left="708"/>
      <w:jc w:val="both"/>
    </w:pPr>
    <w:rPr>
      <w:rFonts w:ascii="Comic Sans MS" w:hAnsi="Comic Sans MS"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pPr>
      <w:jc w:val="both"/>
    </w:pPr>
    <w:rPr>
      <w:sz w:val="20"/>
    </w:rPr>
  </w:style>
  <w:style w:type="paragraph" w:styleId="Corpodeltesto2">
    <w:name w:val="Body Text 2"/>
    <w:basedOn w:val="Normale"/>
    <w:semiHidden/>
    <w:pPr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pPr>
      <w:jc w:val="center"/>
    </w:pPr>
    <w:rPr>
      <w:rFonts w:ascii="Garamond" w:hAnsi="Garamond"/>
      <w:b/>
      <w:bCs/>
      <w:i/>
      <w:iCs/>
      <w:sz w:val="22"/>
    </w:rPr>
  </w:style>
  <w:style w:type="character" w:styleId="Collegamentoipertestuale">
    <w:name w:val="Hyperlink"/>
    <w:semiHidden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rFonts w:ascii="Comic Sans MS" w:hAnsi="Comic Sans MS"/>
      <w:sz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Comic Sans MS" w:hAnsi="Comic Sans MS"/>
      <w:b/>
      <w:b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both"/>
      <w:outlineLvl w:val="2"/>
    </w:pPr>
    <w:rPr>
      <w:rFonts w:ascii="Comic Sans MS" w:hAnsi="Comic Sans MS"/>
      <w:b/>
      <w:bCs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semiHidden/>
    <w:pPr>
      <w:ind w:left="348"/>
      <w:jc w:val="both"/>
    </w:pPr>
    <w:rPr>
      <w:rFonts w:ascii="Comic Sans MS" w:hAnsi="Comic Sans MS"/>
      <w:sz w:val="20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Rientrocorpodeltesto2">
    <w:name w:val="Body Text Indent 2"/>
    <w:basedOn w:val="Normale"/>
    <w:semiHidden/>
    <w:pPr>
      <w:ind w:left="2124" w:hanging="1416"/>
    </w:pPr>
    <w:rPr>
      <w:rFonts w:ascii="Comic Sans MS" w:hAnsi="Comic Sans MS"/>
      <w:sz w:val="20"/>
    </w:rPr>
  </w:style>
  <w:style w:type="paragraph" w:styleId="Rientrocorpodeltesto3">
    <w:name w:val="Body Text Indent 3"/>
    <w:basedOn w:val="Normale"/>
    <w:semiHidden/>
    <w:pPr>
      <w:ind w:left="708"/>
      <w:jc w:val="both"/>
    </w:pPr>
    <w:rPr>
      <w:rFonts w:ascii="Comic Sans MS" w:hAnsi="Comic Sans MS"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pPr>
      <w:jc w:val="both"/>
    </w:pPr>
    <w:rPr>
      <w:sz w:val="20"/>
    </w:rPr>
  </w:style>
  <w:style w:type="paragraph" w:styleId="Corpodeltesto2">
    <w:name w:val="Body Text 2"/>
    <w:basedOn w:val="Normale"/>
    <w:semiHidden/>
    <w:pPr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pPr>
      <w:jc w:val="center"/>
    </w:pPr>
    <w:rPr>
      <w:rFonts w:ascii="Garamond" w:hAnsi="Garamond"/>
      <w:b/>
      <w:bCs/>
      <w:i/>
      <w:iCs/>
      <w:sz w:val="22"/>
    </w:rPr>
  </w:style>
  <w:style w:type="character" w:styleId="Collegamentoipertestuale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gigi\Dati%20applicazioni\Microsoft\Modelli\Normal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6455DD-8E4F-4912-A7AF-87C94EAB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Pages>1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impegni_2007</vt:lpstr>
    </vt:vector>
  </TitlesOfParts>
  <Company>Luigi D'Onofrio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impegni_2007</dc:title>
  <dc:creator>Giuliano Grandi</dc:creator>
  <cp:lastModifiedBy>Claudio Pirona</cp:lastModifiedBy>
  <cp:revision>3</cp:revision>
  <cp:lastPrinted>2014-03-14T09:50:00Z</cp:lastPrinted>
  <dcterms:created xsi:type="dcterms:W3CDTF">2019-06-19T07:44:00Z</dcterms:created>
  <dcterms:modified xsi:type="dcterms:W3CDTF">2019-09-06T08:52:00Z</dcterms:modified>
</cp:coreProperties>
</file>